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F4" w:rsidRPr="00C11351" w:rsidRDefault="003E29F4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H1)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3E29F4" w:rsidRDefault="003E29F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3E29F4" w:rsidRPr="003C69C4">
        <w:tc>
          <w:tcPr>
            <w:tcW w:w="2235" w:type="dxa"/>
          </w:tcPr>
          <w:p w:rsidR="003E29F4" w:rsidRPr="003C69C4" w:rsidRDefault="003E29F4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3E29F4" w:rsidRPr="003C69C4" w:rsidRDefault="003E29F4" w:rsidP="003D01D6">
            <w:r>
              <w:t>Strabrechtse heide en Beuven</w:t>
            </w:r>
          </w:p>
        </w:tc>
      </w:tr>
      <w:tr w:rsidR="003E29F4" w:rsidRPr="003C69C4">
        <w:trPr>
          <w:trHeight w:val="237"/>
        </w:trPr>
        <w:tc>
          <w:tcPr>
            <w:tcW w:w="2235" w:type="dxa"/>
          </w:tcPr>
          <w:p w:rsidR="003E29F4" w:rsidRPr="003C69C4" w:rsidRDefault="003E29F4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3E29F4" w:rsidRPr="003C69C4" w:rsidRDefault="003E29F4" w:rsidP="003D01D6">
            <w:r>
              <w:t xml:space="preserve">Noord Brabant </w:t>
            </w:r>
          </w:p>
        </w:tc>
      </w:tr>
      <w:tr w:rsidR="003E29F4" w:rsidRPr="003C69C4">
        <w:tc>
          <w:tcPr>
            <w:tcW w:w="2235" w:type="dxa"/>
          </w:tcPr>
          <w:p w:rsidR="003E29F4" w:rsidRPr="003C69C4" w:rsidRDefault="003E29F4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3E29F4" w:rsidRPr="003C69C4" w:rsidRDefault="003E29F4" w:rsidP="003D01D6">
            <w:r>
              <w:t>Jeroen Bijleveld</w:t>
            </w:r>
          </w:p>
        </w:tc>
      </w:tr>
      <w:tr w:rsidR="003E29F4" w:rsidRPr="003C69C4">
        <w:tc>
          <w:tcPr>
            <w:tcW w:w="2235" w:type="dxa"/>
          </w:tcPr>
          <w:p w:rsidR="003E29F4" w:rsidRPr="003C69C4" w:rsidRDefault="003E29F4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3E29F4" w:rsidRPr="003C69C4" w:rsidRDefault="003E29F4" w:rsidP="003D01D6">
            <w:r>
              <w:t>013 – 595 0408</w:t>
            </w:r>
          </w:p>
        </w:tc>
      </w:tr>
      <w:tr w:rsidR="003E29F4" w:rsidRPr="003C69C4">
        <w:tc>
          <w:tcPr>
            <w:tcW w:w="2235" w:type="dxa"/>
          </w:tcPr>
          <w:p w:rsidR="003E29F4" w:rsidRPr="003C69C4" w:rsidRDefault="003E29F4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3E29F4" w:rsidRPr="003C69C4" w:rsidRDefault="003E29F4" w:rsidP="003D01D6">
            <w:r>
              <w:t>j.j.g.bijleveld@dlg.nl</w:t>
            </w:r>
          </w:p>
        </w:tc>
      </w:tr>
    </w:tbl>
    <w:p w:rsidR="003E29F4" w:rsidRDefault="003E29F4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2"/>
        <w:gridCol w:w="1350"/>
        <w:gridCol w:w="1148"/>
        <w:gridCol w:w="1165"/>
        <w:gridCol w:w="1266"/>
        <w:gridCol w:w="987"/>
        <w:gridCol w:w="1203"/>
        <w:gridCol w:w="1198"/>
        <w:gridCol w:w="1076"/>
        <w:gridCol w:w="1279"/>
        <w:gridCol w:w="1479"/>
      </w:tblGrid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3E29F4" w:rsidRPr="003C69C4" w:rsidRDefault="003E29F4" w:rsidP="00D045DA"/>
        </w:tc>
        <w:tc>
          <w:tcPr>
            <w:tcW w:w="12048" w:type="dxa"/>
            <w:gridSpan w:val="10"/>
          </w:tcPr>
          <w:p w:rsidR="003E29F4" w:rsidRPr="003C69C4" w:rsidRDefault="003E29F4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3E29F4" w:rsidRPr="003C69C4" w:rsidRDefault="003E29F4" w:rsidP="00D045DA"/>
        </w:tc>
        <w:tc>
          <w:tcPr>
            <w:tcW w:w="1350" w:type="dxa"/>
          </w:tcPr>
          <w:p w:rsidR="003E29F4" w:rsidRPr="003C69C4" w:rsidRDefault="003E29F4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3E29F4" w:rsidRPr="003C69C4" w:rsidRDefault="003E29F4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3E29F4" w:rsidRPr="003C69C4" w:rsidRDefault="003E29F4" w:rsidP="00D045DA">
            <w:r w:rsidRPr="003C69C4">
              <w:t>Bron-gericht</w:t>
            </w:r>
          </w:p>
        </w:tc>
        <w:tc>
          <w:tcPr>
            <w:tcW w:w="1214" w:type="dxa"/>
          </w:tcPr>
          <w:p w:rsidR="003E29F4" w:rsidRPr="003C69C4" w:rsidRDefault="003E29F4" w:rsidP="00D045DA">
            <w:r w:rsidRPr="003C69C4">
              <w:t>Effect-gericht</w:t>
            </w:r>
          </w:p>
        </w:tc>
        <w:tc>
          <w:tcPr>
            <w:tcW w:w="1078" w:type="dxa"/>
          </w:tcPr>
          <w:p w:rsidR="003E29F4" w:rsidRPr="003C69C4" w:rsidRDefault="003E29F4" w:rsidP="00D045DA">
            <w:r w:rsidRPr="003C69C4">
              <w:t>Regulier</w:t>
            </w:r>
          </w:p>
          <w:p w:rsidR="003E29F4" w:rsidRPr="003C69C4" w:rsidRDefault="003E29F4" w:rsidP="00D045DA">
            <w:r w:rsidRPr="003C69C4">
              <w:t>beheer</w:t>
            </w:r>
          </w:p>
        </w:tc>
        <w:tc>
          <w:tcPr>
            <w:tcW w:w="1279" w:type="dxa"/>
          </w:tcPr>
          <w:p w:rsidR="003E29F4" w:rsidRPr="003C69C4" w:rsidRDefault="003E29F4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3E29F4" w:rsidRPr="003C69C4" w:rsidRDefault="003E29F4" w:rsidP="00D045DA">
            <w:r w:rsidRPr="003C69C4">
              <w:t>Overige omvangrijke maatregelen</w:t>
            </w:r>
          </w:p>
        </w:tc>
      </w:tr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3E29F4" w:rsidRPr="003C69C4" w:rsidRDefault="003E29F4" w:rsidP="00D045DA"/>
        </w:tc>
        <w:tc>
          <w:tcPr>
            <w:tcW w:w="2338" w:type="dxa"/>
            <w:gridSpan w:val="2"/>
          </w:tcPr>
          <w:p w:rsidR="003E29F4" w:rsidRPr="003C69C4" w:rsidRDefault="003E29F4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3E29F4" w:rsidRPr="003C69C4" w:rsidRDefault="003E29F4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</w:tr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3E29F4" w:rsidRPr="003C69C4" w:rsidRDefault="003E29F4" w:rsidP="00D045DA"/>
        </w:tc>
        <w:tc>
          <w:tcPr>
            <w:tcW w:w="1160" w:type="dxa"/>
          </w:tcPr>
          <w:p w:rsidR="003E29F4" w:rsidRPr="003C69C4" w:rsidRDefault="003E29F4" w:rsidP="00D045DA">
            <w:r w:rsidRPr="003C69C4">
              <w:t>gedekt</w:t>
            </w:r>
          </w:p>
        </w:tc>
        <w:tc>
          <w:tcPr>
            <w:tcW w:w="1178" w:type="dxa"/>
          </w:tcPr>
          <w:p w:rsidR="003E29F4" w:rsidRPr="003C69C4" w:rsidRDefault="003E29F4" w:rsidP="00D045DA">
            <w:r w:rsidRPr="003C69C4">
              <w:t>Extra</w:t>
            </w:r>
          </w:p>
        </w:tc>
        <w:tc>
          <w:tcPr>
            <w:tcW w:w="1266" w:type="dxa"/>
          </w:tcPr>
          <w:p w:rsidR="003E29F4" w:rsidRPr="003C69C4" w:rsidRDefault="003E29F4" w:rsidP="00D045DA">
            <w:r w:rsidRPr="003C69C4">
              <w:t>Bestaande natuur</w:t>
            </w:r>
          </w:p>
        </w:tc>
        <w:tc>
          <w:tcPr>
            <w:tcW w:w="989" w:type="dxa"/>
          </w:tcPr>
          <w:p w:rsidR="003E29F4" w:rsidRPr="003C69C4" w:rsidRDefault="003E29F4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</w:tr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3E29F4" w:rsidRPr="003C69C4" w:rsidRDefault="003E29F4" w:rsidP="00D045DA"/>
        </w:tc>
      </w:tr>
      <w:tr w:rsidR="003E29F4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3E29F4" w:rsidRPr="003C69C4" w:rsidRDefault="003E29F4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5.578</w:t>
            </w:r>
          </w:p>
        </w:tc>
        <w:tc>
          <w:tcPr>
            <w:tcW w:w="1178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404</w:t>
            </w:r>
          </w:p>
        </w:tc>
        <w:tc>
          <w:tcPr>
            <w:tcW w:w="1266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19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493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79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</w:tr>
      <w:tr w:rsidR="003E29F4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3E29F4" w:rsidRPr="003C69C4" w:rsidRDefault="003E29F4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19" w:type="dxa"/>
          </w:tcPr>
          <w:p w:rsidR="003E29F4" w:rsidRPr="003C69C4" w:rsidRDefault="003E29F4" w:rsidP="00040008"/>
        </w:tc>
        <w:tc>
          <w:tcPr>
            <w:tcW w:w="1214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79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</w:tr>
      <w:tr w:rsidR="003E29F4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3E29F4" w:rsidRPr="003C69C4" w:rsidRDefault="003E29F4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3E29F4" w:rsidRPr="003C69C4" w:rsidRDefault="003E29F4" w:rsidP="00D045DA"/>
        </w:tc>
      </w:tr>
      <w:tr w:rsidR="003E29F4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3E29F4" w:rsidRPr="003C69C4" w:rsidRDefault="003E29F4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10.263</w:t>
            </w:r>
          </w:p>
        </w:tc>
        <w:tc>
          <w:tcPr>
            <w:tcW w:w="1178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37.077</w:t>
            </w:r>
          </w:p>
        </w:tc>
        <w:tc>
          <w:tcPr>
            <w:tcW w:w="1266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19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1.018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79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  <w:r>
              <w:t>50</w:t>
            </w:r>
          </w:p>
        </w:tc>
        <w:tc>
          <w:tcPr>
            <w:tcW w:w="1315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</w:tr>
      <w:tr w:rsidR="003E29F4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3E29F4" w:rsidRPr="003C69C4" w:rsidRDefault="003E29F4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19" w:type="dxa"/>
            <w:shd w:val="clear" w:color="auto" w:fill="FFFFFF"/>
          </w:tcPr>
          <w:p w:rsidR="003E29F4" w:rsidRPr="003C69C4" w:rsidRDefault="003E29F4" w:rsidP="00D045DA"/>
        </w:tc>
        <w:tc>
          <w:tcPr>
            <w:tcW w:w="1214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3E29F4" w:rsidRPr="003C69C4" w:rsidRDefault="003E29F4" w:rsidP="00D045DA"/>
        </w:tc>
        <w:tc>
          <w:tcPr>
            <w:tcW w:w="1279" w:type="dxa"/>
            <w:shd w:val="clear" w:color="auto" w:fill="FFFF00"/>
          </w:tcPr>
          <w:p w:rsidR="003E29F4" w:rsidRPr="003C69C4" w:rsidRDefault="003E29F4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3E29F4" w:rsidRPr="003C69C4" w:rsidRDefault="003E29F4" w:rsidP="00040008">
            <w:r w:rsidRPr="003C69C4">
              <w:t xml:space="preserve">€ </w:t>
            </w:r>
          </w:p>
        </w:tc>
      </w:tr>
    </w:tbl>
    <w:p w:rsidR="003E29F4" w:rsidRDefault="003E29F4" w:rsidP="00C8506F"/>
    <w:p w:rsidR="003E29F4" w:rsidRDefault="003E29F4" w:rsidP="00C8506F">
      <w:r>
        <w:t>Alle bedragen x 1000</w:t>
      </w:r>
    </w:p>
    <w:p w:rsidR="003E29F4" w:rsidRDefault="003E29F4" w:rsidP="00D045DA"/>
    <w:p w:rsidR="003E29F4" w:rsidRDefault="003E29F4" w:rsidP="00D045DA">
      <w:r w:rsidRPr="00C30E14">
        <w:rPr>
          <w:u w:val="single"/>
        </w:rPr>
        <w:t>Invullen als volgt</w:t>
      </w:r>
      <w:r>
        <w:t>:</w:t>
      </w:r>
    </w:p>
    <w:p w:rsidR="003E29F4" w:rsidRPr="00C11351" w:rsidRDefault="003E29F4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3E29F4" w:rsidRDefault="003E29F4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3E29F4" w:rsidRDefault="003E29F4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3E29F4" w:rsidRDefault="003E29F4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3E29F4" w:rsidRDefault="003E29F4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3E29F4" w:rsidRDefault="003E29F4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3E29F4" w:rsidRDefault="003E29F4"/>
    <w:p w:rsidR="003E29F4" w:rsidRDefault="003E29F4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3E29F4" w:rsidRDefault="003E29F4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3E29F4" w:rsidRPr="00BA7E79" w:rsidRDefault="003E29F4" w:rsidP="00D045DA">
      <w:pPr>
        <w:rPr>
          <w:b/>
          <w:bCs/>
          <w:sz w:val="22"/>
          <w:szCs w:val="22"/>
          <w:u w:val="single"/>
        </w:rPr>
      </w:pPr>
    </w:p>
    <w:p w:rsidR="003E29F4" w:rsidRDefault="003E29F4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3E29F4" w:rsidRDefault="003E29F4" w:rsidP="00D045DA">
      <w:pPr>
        <w:rPr>
          <w:u w:val="single"/>
        </w:rPr>
      </w:pPr>
      <w:r w:rsidRPr="00550806">
        <w:rPr>
          <w:color w:val="000000"/>
          <w:lang w:eastAsia="nl-NL"/>
        </w:rPr>
        <w:t>gestart, nog geen concept beheerplan</w:t>
      </w:r>
    </w:p>
    <w:p w:rsidR="003E29F4" w:rsidRDefault="003E29F4" w:rsidP="00D045DA">
      <w:r>
        <w:t>Het beheerplan wordt op dit moment als conceptbeheerplan geschreven.</w:t>
      </w:r>
    </w:p>
    <w:p w:rsidR="003E29F4" w:rsidRDefault="003E29F4" w:rsidP="00D045DA"/>
    <w:p w:rsidR="003E29F4" w:rsidRPr="003D01D6" w:rsidRDefault="003E29F4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3E29F4" w:rsidRDefault="003E29F4" w:rsidP="00D045DA">
      <w:r>
        <w:t>Ja, met de waterschappen Aa en Maas en Dommel.</w:t>
      </w:r>
    </w:p>
    <w:p w:rsidR="003E29F4" w:rsidRDefault="003E29F4" w:rsidP="00D045DA"/>
    <w:p w:rsidR="003E29F4" w:rsidRDefault="003E29F4" w:rsidP="00D045DA"/>
    <w:p w:rsidR="003E29F4" w:rsidRPr="003D01D6" w:rsidRDefault="003E29F4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3E29F4" w:rsidRDefault="003E29F4" w:rsidP="00D045DA"/>
    <w:p w:rsidR="003E29F4" w:rsidRDefault="003E29F4" w:rsidP="00D045DA">
      <w:r>
        <w:t xml:space="preserve">Er is sinds december 2010 overleg gevoerd over de GGOR. 12 juni wordt de GGOR-visie vastgesteld met daarin hydrologische maatregelen die ook ten dienste staan van de N2000 instandhoudingsdoelstellingen. Rondom de GGOR/N2000 plannen is een zeer complex bestuurlijke situatie ontstaan. Of er een GGOR-visie kan worden vastgesteld is onzeker.   </w:t>
      </w:r>
    </w:p>
    <w:p w:rsidR="003E29F4" w:rsidRDefault="003E29F4" w:rsidP="00D045DA"/>
    <w:p w:rsidR="003E29F4" w:rsidRDefault="003E29F4" w:rsidP="00D045DA"/>
    <w:p w:rsidR="003E29F4" w:rsidRPr="003D01D6" w:rsidRDefault="003E29F4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3E29F4" w:rsidRDefault="003E29F4" w:rsidP="00D045DA"/>
    <w:p w:rsidR="003E29F4" w:rsidRDefault="003E29F4" w:rsidP="00D045DA">
      <w:r>
        <w:t>Als laatste maatregel is in de derde beheerplanperiode  het aankopen en inrichten van het gebied Meerven voorzien.</w:t>
      </w:r>
    </w:p>
    <w:p w:rsidR="003E29F4" w:rsidRDefault="003E29F4" w:rsidP="00D045DA"/>
    <w:p w:rsidR="003E29F4" w:rsidRPr="00EE6B8D" w:rsidRDefault="003E29F4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3E29F4" w:rsidRDefault="003E29F4" w:rsidP="00D045DA"/>
    <w:p w:rsidR="003E29F4" w:rsidRDefault="003E29F4" w:rsidP="00D045DA">
      <w:r>
        <w:t>nvt</w:t>
      </w:r>
    </w:p>
    <w:p w:rsidR="003E29F4" w:rsidRDefault="003E29F4" w:rsidP="00D045DA"/>
    <w:p w:rsidR="003E29F4" w:rsidRPr="00E22F67" w:rsidRDefault="003E29F4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3E29F4" w:rsidRDefault="003E29F4" w:rsidP="00D045DA"/>
    <w:p w:rsidR="003E29F4" w:rsidRDefault="003E29F4" w:rsidP="00D045DA">
      <w:r>
        <w:t>Zie toelichting 2.3.</w:t>
      </w:r>
    </w:p>
    <w:p w:rsidR="003E29F4" w:rsidRDefault="003E29F4" w:rsidP="00D045DA"/>
    <w:p w:rsidR="003E29F4" w:rsidRPr="00336DF3" w:rsidRDefault="003E29F4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3E29F4" w:rsidRDefault="003E29F4" w:rsidP="00D045DA"/>
    <w:p w:rsidR="003E29F4" w:rsidRDefault="003E29F4" w:rsidP="00B903A8">
      <w:r>
        <w:t xml:space="preserve">In de gebiedsanalyse die DLG en Staatsbosbeheer hebben uitgevoerd in het kader van de PAS, zijn geen scenario’ s uitgewerkt van bedrijfsverplaatsingen. De provincie Noord-Brabant is wel voornemens 1 of meerdere bedrijven in de directe omgeving te verplaatsen. De kosten daarvan zijn door DLG niet in dit kostenoverzicht meegenomen. De provincie zal deze kosten toevoegen. </w:t>
      </w:r>
    </w:p>
    <w:p w:rsidR="003E29F4" w:rsidRPr="003D01D6" w:rsidRDefault="003E29F4" w:rsidP="00D045DA"/>
    <w:sectPr w:rsidR="003E29F4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21545"/>
    <w:rsid w:val="00040008"/>
    <w:rsid w:val="000969E7"/>
    <w:rsid w:val="00117CBE"/>
    <w:rsid w:val="00126E81"/>
    <w:rsid w:val="0015486D"/>
    <w:rsid w:val="00173010"/>
    <w:rsid w:val="00184FAD"/>
    <w:rsid w:val="0019466F"/>
    <w:rsid w:val="001F1B5D"/>
    <w:rsid w:val="002024CE"/>
    <w:rsid w:val="00216092"/>
    <w:rsid w:val="0022737F"/>
    <w:rsid w:val="002A7880"/>
    <w:rsid w:val="002C3B1B"/>
    <w:rsid w:val="002E7AD1"/>
    <w:rsid w:val="003062FD"/>
    <w:rsid w:val="00336DF3"/>
    <w:rsid w:val="00375FA4"/>
    <w:rsid w:val="003A2642"/>
    <w:rsid w:val="003C69C4"/>
    <w:rsid w:val="003D01D6"/>
    <w:rsid w:val="003E29F4"/>
    <w:rsid w:val="00420795"/>
    <w:rsid w:val="0046035A"/>
    <w:rsid w:val="004657F3"/>
    <w:rsid w:val="004A14EA"/>
    <w:rsid w:val="004B25CC"/>
    <w:rsid w:val="004C7F24"/>
    <w:rsid w:val="004F1E0C"/>
    <w:rsid w:val="00507578"/>
    <w:rsid w:val="005156F8"/>
    <w:rsid w:val="00550806"/>
    <w:rsid w:val="00552898"/>
    <w:rsid w:val="00604F7C"/>
    <w:rsid w:val="00607302"/>
    <w:rsid w:val="00643BC3"/>
    <w:rsid w:val="006C7CBF"/>
    <w:rsid w:val="006E5623"/>
    <w:rsid w:val="006F2A37"/>
    <w:rsid w:val="007804D7"/>
    <w:rsid w:val="007E70C5"/>
    <w:rsid w:val="008147AB"/>
    <w:rsid w:val="00816EC0"/>
    <w:rsid w:val="0086787B"/>
    <w:rsid w:val="008C30DD"/>
    <w:rsid w:val="00933CE4"/>
    <w:rsid w:val="009437B3"/>
    <w:rsid w:val="00945D69"/>
    <w:rsid w:val="009C70AC"/>
    <w:rsid w:val="00A46919"/>
    <w:rsid w:val="00AA3265"/>
    <w:rsid w:val="00AC2473"/>
    <w:rsid w:val="00B024EC"/>
    <w:rsid w:val="00B14542"/>
    <w:rsid w:val="00B36492"/>
    <w:rsid w:val="00B62E0B"/>
    <w:rsid w:val="00B87015"/>
    <w:rsid w:val="00B903A8"/>
    <w:rsid w:val="00BA7E79"/>
    <w:rsid w:val="00C11351"/>
    <w:rsid w:val="00C21417"/>
    <w:rsid w:val="00C30E14"/>
    <w:rsid w:val="00C33F8B"/>
    <w:rsid w:val="00C74A0D"/>
    <w:rsid w:val="00C8506F"/>
    <w:rsid w:val="00CE409C"/>
    <w:rsid w:val="00D045DA"/>
    <w:rsid w:val="00DD1120"/>
    <w:rsid w:val="00DD65CF"/>
    <w:rsid w:val="00DF5007"/>
    <w:rsid w:val="00E22F67"/>
    <w:rsid w:val="00E720D8"/>
    <w:rsid w:val="00EA662D"/>
    <w:rsid w:val="00EC3134"/>
    <w:rsid w:val="00ED3F9A"/>
    <w:rsid w:val="00EE6B8D"/>
    <w:rsid w:val="00F04670"/>
    <w:rsid w:val="00F40A10"/>
    <w:rsid w:val="00F42FE7"/>
    <w:rsid w:val="00FE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468</Words>
  <Characters>2574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11</cp:revision>
  <dcterms:created xsi:type="dcterms:W3CDTF">2012-06-04T14:21:00Z</dcterms:created>
  <dcterms:modified xsi:type="dcterms:W3CDTF">2012-06-12T10:17:00Z</dcterms:modified>
</cp:coreProperties>
</file>